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25C" w:rsidRDefault="00F1025C" w:rsidP="00F1025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1025C" w:rsidRDefault="00F1025C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 xml:space="preserve">dotyczy cyklu kształcenia 2020-2025 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2021/2022</w:t>
      </w:r>
    </w:p>
    <w:p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:rsidTr="00B819C8">
        <w:tc>
          <w:tcPr>
            <w:tcW w:w="2694" w:type="dxa"/>
            <w:vAlign w:val="center"/>
          </w:tcPr>
          <w:p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Pr="00B211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:rsidTr="00745302">
        <w:tc>
          <w:tcPr>
            <w:tcW w:w="9670" w:type="dxa"/>
          </w:tcPr>
          <w:p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>metodyki i dydaktyki pedagogiki, pedagogiki specjalnej. Znajomość 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 </w:t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:rsidTr="00360142">
        <w:tc>
          <w:tcPr>
            <w:tcW w:w="1681" w:type="dxa"/>
            <w:vAlign w:val="center"/>
          </w:tcPr>
          <w:p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:rsidTr="00360142">
        <w:tc>
          <w:tcPr>
            <w:tcW w:w="1681" w:type="dxa"/>
            <w:vAlign w:val="center"/>
          </w:tcPr>
          <w:p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wieloparadygmatyczności.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:rsidTr="007D5512">
        <w:tc>
          <w:tcPr>
            <w:tcW w:w="9520" w:type="dxa"/>
          </w:tcPr>
          <w:p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1"/>
      <w:tr w:rsidR="007D5512" w:rsidRPr="00B2112D" w:rsidTr="007D5512">
        <w:tc>
          <w:tcPr>
            <w:tcW w:w="9520" w:type="dxa"/>
          </w:tcPr>
          <w:p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:rsidTr="007D5512">
        <w:tc>
          <w:tcPr>
            <w:tcW w:w="9520" w:type="dxa"/>
          </w:tcPr>
          <w:p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3.4 Metody dydaktyczne</w:t>
      </w:r>
    </w:p>
    <w:p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lastRenderedPageBreak/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:rsidTr="001A02D8">
        <w:tc>
          <w:tcPr>
            <w:tcW w:w="1962" w:type="dxa"/>
            <w:vAlign w:val="center"/>
          </w:tcPr>
          <w:p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:rsidTr="000E7AF3">
        <w:tc>
          <w:tcPr>
            <w:tcW w:w="1962" w:type="dxa"/>
          </w:tcPr>
          <w:p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:rsidTr="00923D7D">
        <w:tc>
          <w:tcPr>
            <w:tcW w:w="9670" w:type="dxa"/>
          </w:tcPr>
          <w:p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:rsidTr="001C73DD">
        <w:tc>
          <w:tcPr>
            <w:tcW w:w="4111" w:type="dxa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1382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:rsidTr="000E7AF3">
        <w:trPr>
          <w:trHeight w:val="397"/>
        </w:trPr>
        <w:tc>
          <w:tcPr>
            <w:tcW w:w="9639" w:type="dxa"/>
          </w:tcPr>
          <w:p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Babbie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. Przekład W. Betkiewicz i in. Warszawa</w:t>
            </w:r>
          </w:p>
          <w:p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:rsidTr="000E7AF3">
        <w:trPr>
          <w:trHeight w:val="397"/>
        </w:trPr>
        <w:tc>
          <w:tcPr>
            <w:tcW w:w="9639" w:type="dxa"/>
          </w:tcPr>
          <w:p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Cieczkowski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30" w:rsidRDefault="008F5030" w:rsidP="00C16ABF">
      <w:pPr>
        <w:spacing w:after="0" w:line="240" w:lineRule="auto"/>
      </w:pPr>
      <w:r>
        <w:separator/>
      </w:r>
    </w:p>
  </w:endnote>
  <w:endnote w:type="continuationSeparator" w:id="0">
    <w:p w:rsidR="008F5030" w:rsidRDefault="008F50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30" w:rsidRDefault="008F5030" w:rsidP="00C16ABF">
      <w:pPr>
        <w:spacing w:after="0" w:line="240" w:lineRule="auto"/>
      </w:pPr>
      <w:r>
        <w:separator/>
      </w:r>
    </w:p>
  </w:footnote>
  <w:footnote w:type="continuationSeparator" w:id="0">
    <w:p w:rsidR="008F5030" w:rsidRDefault="008F50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375"/>
    <w:rsid w:val="002D5060"/>
    <w:rsid w:val="002D73D4"/>
    <w:rsid w:val="002E78B8"/>
    <w:rsid w:val="002F02A3"/>
    <w:rsid w:val="002F1804"/>
    <w:rsid w:val="002F4ABE"/>
    <w:rsid w:val="002F5F6F"/>
    <w:rsid w:val="003018BA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5030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4C85"/>
    <w:rsid w:val="00A90401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5145"/>
    <w:rsid w:val="00EE5457"/>
    <w:rsid w:val="00EE54B8"/>
    <w:rsid w:val="00F070AB"/>
    <w:rsid w:val="00F1025C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BB95"/>
  <w15:docId w15:val="{223FB6A8-1221-40D3-9774-9DD192E0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E996-19A4-4BD9-9F02-9D08E43C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1277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2020-02-03T08:17:00Z</dcterms:created>
  <dcterms:modified xsi:type="dcterms:W3CDTF">2024-02-27T07:43:00Z</dcterms:modified>
</cp:coreProperties>
</file>